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90" w:rsidRPr="00DB204E" w:rsidRDefault="00D23C90">
      <w:pPr>
        <w:rPr>
          <w:b/>
        </w:rPr>
      </w:pPr>
      <w:r w:rsidRPr="00DB204E">
        <w:rPr>
          <w:b/>
        </w:rPr>
        <w:t>Change the coding of a variable using 'Recode into same variable' in SPSS</w:t>
      </w:r>
    </w:p>
    <w:p w:rsidR="00D23C90" w:rsidRDefault="00D23C90">
      <w:r>
        <w:t xml:space="preserve">In this video we’ll see how we can recode a scale variable into an ordinal variable with groups. So I’m going to use the </w:t>
      </w:r>
      <w:r w:rsidR="00E8765A">
        <w:t>variable</w:t>
      </w:r>
      <w:r>
        <w:t xml:space="preserve"> age, I have the participants</w:t>
      </w:r>
      <w:r w:rsidR="00E8765A">
        <w:t>’</w:t>
      </w:r>
      <w:r>
        <w:t xml:space="preserve"> actual ages so there’s no groupings here, and what I want to do is create age groups. So I’m going to go to the transform menu</w:t>
      </w:r>
      <w:r w:rsidR="00E8765A">
        <w:t xml:space="preserve">. We’re going to choose this option here- ‘recode into different variables.’ The ‘recode into same variables’ will overwrite your existing data- we do not want to do that, we just want to create a new variable with groups. </w:t>
      </w:r>
    </w:p>
    <w:p w:rsidR="0065601D" w:rsidRDefault="00E8765A">
      <w:r>
        <w:t xml:space="preserve">Okay, I want to take the variable I want to recode, which is age, and move it to my variables box and go </w:t>
      </w:r>
      <w:r w:rsidR="00812DCF">
        <w:t>and give it a new name.</w:t>
      </w:r>
      <w:r>
        <w:t xml:space="preserve"> I’m going to call it Age Groups, and remember you can’t have any</w:t>
      </w:r>
      <w:r w:rsidR="000B50E3">
        <w:t xml:space="preserve"> spaces or special characters. We can also add a label. I’m going to call it Age Group, and we can add spaces with a label. Go ahead and click </w:t>
      </w:r>
      <w:r w:rsidR="00812DCF">
        <w:t>‘</w:t>
      </w:r>
      <w:r w:rsidR="000B50E3">
        <w:t>change</w:t>
      </w:r>
      <w:r w:rsidR="00812DCF">
        <w:t>’</w:t>
      </w:r>
      <w:r w:rsidR="000B50E3">
        <w:t xml:space="preserve">, and then </w:t>
      </w:r>
      <w:r w:rsidR="00812DCF">
        <w:t>‘</w:t>
      </w:r>
      <w:r w:rsidR="000B50E3">
        <w:t>old and new values</w:t>
      </w:r>
      <w:r w:rsidR="0095704D">
        <w:t>.</w:t>
      </w:r>
      <w:r w:rsidR="00812DCF">
        <w:t>’</w:t>
      </w:r>
      <w:r w:rsidR="0095704D">
        <w:t xml:space="preserve"> The old values box is where we tell SPSS </w:t>
      </w:r>
      <w:r w:rsidR="00812DCF">
        <w:t>wha</w:t>
      </w:r>
      <w:r w:rsidR="0095704D">
        <w:t>t the current coding is. And in the new value box it</w:t>
      </w:r>
      <w:r w:rsidR="00812DCF">
        <w:t>’</w:t>
      </w:r>
      <w:r w:rsidR="0095704D">
        <w:t>s where we tell SPSS what we want the coding to be. So we have an option here to start with range lowest through value. Now I can use this because I don’t have any missing codes</w:t>
      </w:r>
      <w:r w:rsidR="00812DCF">
        <w:t xml:space="preserve"> that are</w:t>
      </w:r>
      <w:r w:rsidR="0095704D">
        <w:t xml:space="preserve"> less than my lowest age. So I want my fist age group to be 25 and under. I have no missing value codes less than 25, so I can go ahead and use this range. If I did, I would have to use this range option where I specify </w:t>
      </w:r>
      <w:r w:rsidR="00AB38EE">
        <w:t>ages 18</w:t>
      </w:r>
      <w:r w:rsidR="00812DCF">
        <w:t xml:space="preserve"> through </w:t>
      </w:r>
      <w:r w:rsidR="00AB38EE">
        <w:t xml:space="preserve">25. Okay, </w:t>
      </w:r>
      <w:r w:rsidR="0095704D">
        <w:t>I’m going to go ahead and use this one</w:t>
      </w:r>
      <w:r w:rsidR="00AB38EE">
        <w:t xml:space="preserve"> [range lowest through value]</w:t>
      </w:r>
      <w:r w:rsidR="0095704D">
        <w:t xml:space="preserve">. So I type in 25, so that means 25 and under and that’s my first age group. Click ‘add’. Now my second group is </w:t>
      </w:r>
      <w:r w:rsidR="00812DCF">
        <w:t>a range here, so I need to choose this option</w:t>
      </w:r>
      <w:r w:rsidR="0095704D">
        <w:t xml:space="preserve"> and it</w:t>
      </w:r>
      <w:r w:rsidR="00812DCF">
        <w:t>’</w:t>
      </w:r>
      <w:r w:rsidR="0095704D">
        <w:t xml:space="preserve">s going to be ages 26-35. This is Group Two. I’m going to continue this on for the rest of my age groups. So I have ages 36- 45, </w:t>
      </w:r>
      <w:proofErr w:type="gramStart"/>
      <w:r w:rsidR="0095704D">
        <w:t>that’s</w:t>
      </w:r>
      <w:proofErr w:type="gramEnd"/>
      <w:r w:rsidR="0095704D">
        <w:t xml:space="preserve"> </w:t>
      </w:r>
      <w:r w:rsidR="00812DCF">
        <w:t>Group T</w:t>
      </w:r>
      <w:r w:rsidR="0095704D">
        <w:t xml:space="preserve">hree. Click on </w:t>
      </w:r>
      <w:r w:rsidR="00812DCF">
        <w:t>‘</w:t>
      </w:r>
      <w:r w:rsidR="0095704D">
        <w:t>add</w:t>
      </w:r>
      <w:r w:rsidR="00812DCF">
        <w:t>’</w:t>
      </w:r>
      <w:r w:rsidR="0095704D">
        <w:t xml:space="preserve">, and then I’ve got 46 through 55, </w:t>
      </w:r>
      <w:proofErr w:type="gramStart"/>
      <w:r w:rsidR="0095704D">
        <w:t>that’s</w:t>
      </w:r>
      <w:proofErr w:type="gramEnd"/>
      <w:r w:rsidR="0095704D">
        <w:t xml:space="preserve"> </w:t>
      </w:r>
      <w:r w:rsidR="00812DCF">
        <w:t>Group F</w:t>
      </w:r>
      <w:r w:rsidR="0095704D">
        <w:t>our. And now I want to have a grou</w:t>
      </w:r>
      <w:r w:rsidR="00AB38EE">
        <w:t>p that’s 56 and over</w:t>
      </w:r>
      <w:r w:rsidR="0095704D">
        <w:t>. Again, because I don’t have any</w:t>
      </w:r>
      <w:r w:rsidR="00AB38EE">
        <w:t xml:space="preserve"> missing values greater than 56</w:t>
      </w:r>
      <w:r w:rsidR="0095704D">
        <w:t xml:space="preserve">, I can go ahead and use this range through </w:t>
      </w:r>
      <w:r w:rsidR="00812DCF">
        <w:t>highest</w:t>
      </w:r>
      <w:r w:rsidR="0095704D">
        <w:t xml:space="preserve"> option. If you do, like if you download data</w:t>
      </w:r>
      <w:r w:rsidR="00812DCF">
        <w:t xml:space="preserve"> from a web source such as the Office of National S</w:t>
      </w:r>
      <w:r w:rsidR="0095704D">
        <w:t xml:space="preserve">tatistics, you want to be very careful because often, the missing value codes </w:t>
      </w:r>
      <w:r w:rsidR="0065601D">
        <w:t>are higher</w:t>
      </w:r>
      <w:r w:rsidR="00812DCF">
        <w:t>,</w:t>
      </w:r>
      <w:r w:rsidR="00AB38EE">
        <w:t xml:space="preserve"> such as 99 or </w:t>
      </w:r>
      <w:r w:rsidR="0065601D">
        <w:t>999, things l</w:t>
      </w:r>
      <w:r w:rsidR="00AB38EE">
        <w:t xml:space="preserve">ike that so be very careful. </w:t>
      </w:r>
      <w:r w:rsidR="0065601D">
        <w:t xml:space="preserve">I’m gonna go ahead and </w:t>
      </w:r>
      <w:r w:rsidR="00AB38EE">
        <w:t>say value through highest, so 56</w:t>
      </w:r>
      <w:r w:rsidR="0065601D">
        <w:t xml:space="preserve"> and over. And that’s going to be my last age group- </w:t>
      </w:r>
      <w:r w:rsidR="00812DCF">
        <w:t>Group Five</w:t>
      </w:r>
      <w:r w:rsidR="0065601D">
        <w:t>. Now if I had missing values, so user missing which are coded or if I had System Missing which means empty cells that I want to code, I could also do this</w:t>
      </w:r>
      <w:r w:rsidR="00812DCF">
        <w:t xml:space="preserve"> now, so i</w:t>
      </w:r>
      <w:r w:rsidR="0065601D">
        <w:t xml:space="preserve">f I had any empty data, I could tell SPSS what I want </w:t>
      </w:r>
      <w:r w:rsidR="00812DCF">
        <w:t>the missing value code</w:t>
      </w:r>
      <w:r w:rsidR="0065601D">
        <w:t xml:space="preserve"> to be. I don’t have any missing data so I’m going to go ahead and click </w:t>
      </w:r>
      <w:r w:rsidR="00812DCF">
        <w:t xml:space="preserve">‘continue’ and then ‘okay.’ </w:t>
      </w:r>
    </w:p>
    <w:p w:rsidR="0065601D" w:rsidRDefault="00812DCF">
      <w:r>
        <w:t>Now</w:t>
      </w:r>
      <w:r w:rsidR="0065601D">
        <w:t xml:space="preserve"> her</w:t>
      </w:r>
      <w:r w:rsidR="00383FF7">
        <w:t>e’s my original variable which we</w:t>
      </w:r>
      <w:r w:rsidR="0065601D">
        <w:t xml:space="preserve"> still have, and if we scroll all the way to the right, we can see we have a new variable called Age Groups. We’re going to go ahead and define this in the variable view. So I want to change the decimal places to zero. And I want to give some value labels. This is where I put in the groups</w:t>
      </w:r>
      <w:r>
        <w:t xml:space="preserve"> that</w:t>
      </w:r>
      <w:r w:rsidR="0065601D">
        <w:t xml:space="preserve"> I just created, so 25 and</w:t>
      </w:r>
      <w:r>
        <w:t xml:space="preserve"> under was my first group, 26-35 was my second one, 36-45,</w:t>
      </w:r>
      <w:r w:rsidR="0065601D">
        <w:t xml:space="preserve"> and my last group which is 56 and over. </w:t>
      </w:r>
      <w:r>
        <w:t>Remember to hit ‘add’ after each time.</w:t>
      </w:r>
      <w:r w:rsidR="0065601D">
        <w:t xml:space="preserve"> Go ahead and click </w:t>
      </w:r>
      <w:r>
        <w:t>‘</w:t>
      </w:r>
      <w:r w:rsidR="0065601D">
        <w:t>okay</w:t>
      </w:r>
      <w:r>
        <w:t>’,</w:t>
      </w:r>
      <w:r w:rsidR="0065601D">
        <w:t xml:space="preserve"> and I don’t have any missing values, but I do need to define the level of measurement, so this variable because </w:t>
      </w:r>
      <w:r>
        <w:t>it was</w:t>
      </w:r>
      <w:r w:rsidR="0065601D">
        <w:t xml:space="preserve"> scale, so there is </w:t>
      </w:r>
      <w:r>
        <w:t xml:space="preserve">an order to it, is now ordinal, because </w:t>
      </w:r>
      <w:r w:rsidR="0065601D">
        <w:t>it has been grouped. If we go back and have a look at our data view</w:t>
      </w:r>
      <w:r>
        <w:t>, click on this icon up</w:t>
      </w:r>
      <w:r w:rsidR="000866AE">
        <w:t xml:space="preserve"> here if it’s </w:t>
      </w:r>
      <w:r>
        <w:t>not clicked on</w:t>
      </w:r>
      <w:r w:rsidR="000866AE">
        <w:t xml:space="preserve"> already, </w:t>
      </w:r>
      <w:r>
        <w:t xml:space="preserve">it’s the value labels, </w:t>
      </w:r>
      <w:r w:rsidR="000866AE">
        <w:t>we can see our new age group categories, and if I drag it over here next to age so then I can</w:t>
      </w:r>
      <w:r>
        <w:t xml:space="preserve"> get a better</w:t>
      </w:r>
      <w:r w:rsidR="000866AE">
        <w:t xml:space="preserve"> view, I can compare to make sure my data has been defined correctly. </w:t>
      </w:r>
    </w:p>
    <w:p w:rsidR="0065601D" w:rsidRDefault="008A63F4">
      <w:r>
        <w:t>END.</w:t>
      </w:r>
      <w:bookmarkStart w:id="0" w:name="_GoBack"/>
      <w:bookmarkEnd w:id="0"/>
    </w:p>
    <w:sectPr w:rsidR="006560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90"/>
    <w:rsid w:val="000866AE"/>
    <w:rsid w:val="000B50E3"/>
    <w:rsid w:val="00383FF7"/>
    <w:rsid w:val="0065601D"/>
    <w:rsid w:val="00812DCF"/>
    <w:rsid w:val="008A63F4"/>
    <w:rsid w:val="0095704D"/>
    <w:rsid w:val="00AB38EE"/>
    <w:rsid w:val="00B171C9"/>
    <w:rsid w:val="00C158BD"/>
    <w:rsid w:val="00D23C90"/>
    <w:rsid w:val="00DB204E"/>
    <w:rsid w:val="00E8765A"/>
    <w:rsid w:val="00F3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8CB2B4E6.dotm</Template>
  <TotalTime>74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BuildUser</cp:lastModifiedBy>
  <cp:revision>10</cp:revision>
  <dcterms:created xsi:type="dcterms:W3CDTF">2015-06-03T16:12:00Z</dcterms:created>
  <dcterms:modified xsi:type="dcterms:W3CDTF">2015-06-24T15:56:00Z</dcterms:modified>
</cp:coreProperties>
</file>